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4606BA1F" w14:textId="77777777" w:rsidR="004E6DF0" w:rsidRDefault="004E6DF0" w:rsidP="00DF19FF">
      <w:pPr>
        <w:rPr>
          <w:rFonts w:cs="Arial"/>
          <w:b/>
          <w:sz w:val="22"/>
        </w:rPr>
      </w:pPr>
      <w:bookmarkStart w:id="0" w:name="_Hlk159230922"/>
    </w:p>
    <w:p w14:paraId="0129B63C" w14:textId="35C24BAC" w:rsidR="00DF19FF" w:rsidRPr="00DF19FF" w:rsidRDefault="00DF19FF" w:rsidP="00DF19FF">
      <w:pPr>
        <w:rPr>
          <w:rFonts w:cs="Arial"/>
          <w:color w:val="000000"/>
          <w:sz w:val="22"/>
        </w:rPr>
      </w:pPr>
      <w:r w:rsidRPr="00DF19FF">
        <w:rPr>
          <w:rFonts w:cs="Arial"/>
          <w:b/>
          <w:sz w:val="22"/>
        </w:rPr>
        <w:t>Transpordiamet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  <w:t xml:space="preserve">Meie: </w:t>
      </w:r>
      <w:r w:rsidR="00DD6639">
        <w:rPr>
          <w:rFonts w:cs="Arial"/>
          <w:color w:val="000000"/>
          <w:sz w:val="22"/>
        </w:rPr>
        <w:t>29.08</w:t>
      </w:r>
      <w:r w:rsidRPr="00DF19FF">
        <w:rPr>
          <w:rFonts w:cs="Arial"/>
          <w:color w:val="000000"/>
          <w:sz w:val="22"/>
        </w:rPr>
        <w:t>.202</w:t>
      </w:r>
      <w:r w:rsidR="00856214">
        <w:rPr>
          <w:rFonts w:cs="Arial"/>
          <w:color w:val="000000"/>
          <w:sz w:val="22"/>
        </w:rPr>
        <w:t>5</w:t>
      </w:r>
      <w:r w:rsidRPr="00DF19FF">
        <w:rPr>
          <w:rFonts w:cs="Arial"/>
          <w:color w:val="000000"/>
          <w:sz w:val="22"/>
        </w:rPr>
        <w:t xml:space="preserve"> nr JV-MAA-1/</w:t>
      </w:r>
      <w:r w:rsidR="00DD6639">
        <w:rPr>
          <w:rFonts w:cs="Arial"/>
          <w:color w:val="000000"/>
          <w:sz w:val="22"/>
        </w:rPr>
        <w:t>3997</w:t>
      </w:r>
    </w:p>
    <w:p w14:paraId="3840C263" w14:textId="77777777" w:rsidR="00DF19FF" w:rsidRDefault="00DF19FF" w:rsidP="00DF19FF">
      <w:pPr>
        <w:rPr>
          <w:rFonts w:cs="Arial"/>
          <w:color w:val="000000"/>
          <w:sz w:val="22"/>
        </w:rPr>
      </w:pPr>
      <w:hyperlink r:id="rId10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0CCAD238" w14:textId="77777777" w:rsidR="00DF19FF" w:rsidRPr="00DF19FF" w:rsidRDefault="00DF19FF" w:rsidP="00DF19FF">
      <w:pPr>
        <w:rPr>
          <w:rFonts w:cs="Arial"/>
          <w:color w:val="000000"/>
          <w:sz w:val="22"/>
        </w:rPr>
      </w:pPr>
    </w:p>
    <w:p w14:paraId="41EDD3FB" w14:textId="77777777" w:rsidR="000B2E35" w:rsidRDefault="000B2E35" w:rsidP="000B2E35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p w14:paraId="15AF6FA9" w14:textId="77777777" w:rsidR="00717C6F" w:rsidRPr="000B2E35" w:rsidRDefault="00717C6F" w:rsidP="000B2E35">
      <w:pPr>
        <w:spacing w:after="200"/>
        <w:jc w:val="both"/>
        <w:rPr>
          <w:rFonts w:ascii="Times New Roman" w:eastAsia="Calibri" w:hAnsi="Times New Roman"/>
          <w:color w:val="FF0000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082"/>
      </w:tblGrid>
      <w:tr w:rsidR="000B2E35" w:rsidRPr="000B2E35" w14:paraId="50B7BD01" w14:textId="77777777" w:rsidTr="00640C8E">
        <w:trPr>
          <w:trHeight w:val="417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EA2D4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1D9037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D66EF4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0F66B15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876DAD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02B7797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53BBF67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CEC09F4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646BFB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336974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56E5B8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B2E35" w:rsidRPr="000B2E35" w14:paraId="591266AA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A9E44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F6547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B2E35" w:rsidRPr="000B2E35" w14:paraId="5E12A1CE" w14:textId="77777777" w:rsidTr="00640C8E">
        <w:trPr>
          <w:trHeight w:val="272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96C03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8B18A4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B2E35" w:rsidRPr="000B2E35" w14:paraId="436BFFA5" w14:textId="77777777" w:rsidTr="00640C8E">
        <w:trPr>
          <w:trHeight w:val="42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637C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bookmarkStart w:id="1" w:name="_Hlk38622158" w:colFirst="1" w:colLast="1"/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267BE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Õigustatud isiku poolne lepingu sõlmija nimi: volikirja alusel ANDRA McMANUS</w:t>
            </w:r>
          </w:p>
        </w:tc>
      </w:tr>
      <w:bookmarkEnd w:id="1"/>
      <w:tr w:rsidR="000B2E35" w:rsidRPr="000B2E35" w14:paraId="1480DA9E" w14:textId="77777777" w:rsidTr="00640C8E">
        <w:trPr>
          <w:trHeight w:val="61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B35A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7864A44" w14:textId="59448424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 w:rsidR="002474A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 w:rsidR="004F75D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75DC038B" w14:textId="58E0B1AE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B2E35" w:rsidRPr="000B2E35" w14:paraId="1BADA9C2" w14:textId="77777777" w:rsidTr="00640C8E">
        <w:trPr>
          <w:trHeight w:val="94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2E4FA143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EA543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B2E35" w:rsidRPr="000B2E35" w14:paraId="3ED274E8" w14:textId="77777777" w:rsidTr="00640C8E">
        <w:trPr>
          <w:trHeight w:val="9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05640E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04DE6C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1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2DD59C7E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6E15DA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5E096B0" w14:textId="77777777" w:rsidTr="00640C8E">
        <w:trPr>
          <w:trHeight w:val="9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2ADBCCC3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D4B1E92" w14:textId="02519514" w:rsidR="000B2E35" w:rsidRPr="000B2E35" w:rsidRDefault="000B2E35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DD6639">
              <w:rPr>
                <w:rFonts w:ascii="Calibri" w:eastAsia="Calibri" w:hAnsi="Calibri"/>
                <w:sz w:val="22"/>
                <w:szCs w:val="22"/>
                <w:lang w:val="et-EE"/>
              </w:rPr>
              <w:t>ga liitumine</w:t>
            </w:r>
          </w:p>
        </w:tc>
      </w:tr>
      <w:tr w:rsidR="000B2E35" w:rsidRPr="000B2E35" w14:paraId="66288C6B" w14:textId="77777777" w:rsidTr="00640C8E">
        <w:trPr>
          <w:trHeight w:val="272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01BB00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0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FB967" w14:textId="77777777" w:rsidR="000B2E35" w:rsidRPr="000B2E35" w:rsidRDefault="000B2E35" w:rsidP="000B2E35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B2E35" w:rsidRPr="000B2E35" w14:paraId="502EF152" w14:textId="77777777" w:rsidTr="00640C8E">
        <w:trPr>
          <w:trHeight w:val="58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9FC33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8109607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560C663" w14:textId="77777777" w:rsidR="00DD6639" w:rsidRPr="00DD6639" w:rsidRDefault="000B2E35" w:rsidP="00DD6639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nimetus ja number 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="003D1574" w:rsidRPr="003D1574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DD6639" w:rsidRPr="00DD66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LC3897, IP7801 </w:t>
            </w:r>
          </w:p>
          <w:p w14:paraId="0F587937" w14:textId="1CA7B795" w:rsidR="000B2E35" w:rsidRPr="000B2E35" w:rsidRDefault="00DD6639" w:rsidP="00DD6639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DD66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„Riigimetsa kinnistu liitumine elektrivõrguga. Vasknarva küla, Alutaguse vald, Ida-Virumaa“</w:t>
            </w:r>
          </w:p>
        </w:tc>
      </w:tr>
      <w:tr w:rsidR="000B2E35" w:rsidRPr="000B2E35" w14:paraId="57CB9149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CB56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B999411" w14:textId="3F0AFA7B" w:rsidR="000B2E35" w:rsidRDefault="000B2E35" w:rsidP="00A45F32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koostaja</w:t>
            </w:r>
            <w:r w:rsidR="00B97B7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: </w:t>
            </w:r>
            <w:r w:rsidR="00DD6639" w:rsidRPr="00DD66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Andrei Laidoner</w:t>
            </w:r>
          </w:p>
          <w:p w14:paraId="1AF8D9E3" w14:textId="70B844A5" w:rsidR="00A45F32" w:rsidRPr="000B2E35" w:rsidRDefault="00DD6639" w:rsidP="00A45F32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Leonhard </w:t>
            </w:r>
            <w:proofErr w:type="spellStart"/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Weiss</w:t>
            </w:r>
            <w:proofErr w:type="spellEnd"/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B2E35" w:rsidRPr="000B2E35" w14:paraId="624821DA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83B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7720C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49307011" w14:textId="18D77629" w:rsidR="000B2E35" w:rsidRPr="000B2E35" w:rsidRDefault="00DD6639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DD66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23.07.2025  nr 7.1-2/25/11952-2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</w:p>
        </w:tc>
      </w:tr>
      <w:tr w:rsidR="008342C4" w:rsidRPr="000B2E35" w14:paraId="6FD7BA3E" w14:textId="77777777" w:rsidTr="000221E1">
        <w:trPr>
          <w:trHeight w:val="312"/>
        </w:trPr>
        <w:tc>
          <w:tcPr>
            <w:tcW w:w="3256" w:type="dxa"/>
            <w:vMerge w:val="restart"/>
          </w:tcPr>
          <w:p w14:paraId="2A90290E" w14:textId="77777777" w:rsidR="000221E1" w:rsidRDefault="000221E1" w:rsidP="000221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3</w:t>
            </w:r>
            <w:r w:rsidRPr="00281D78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.KOORMATAVA RIIGITEE ANDMED</w:t>
            </w:r>
          </w:p>
          <w:p w14:paraId="7783BC59" w14:textId="77777777" w:rsidR="000221E1" w:rsidRDefault="000221E1" w:rsidP="000221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3DDA05D" w14:textId="77777777" w:rsidR="000221E1" w:rsidRDefault="000221E1" w:rsidP="000221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3</w:t>
            </w:r>
            <w:r w:rsidRPr="00281D78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.1KATASTRIÜKSUSE ANDMED</w:t>
            </w:r>
          </w:p>
          <w:p w14:paraId="3FFA2146" w14:textId="2E6522BB" w:rsidR="00736E11" w:rsidRPr="008342C4" w:rsidRDefault="00736E11" w:rsidP="008342C4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</w:tcPr>
          <w:p w14:paraId="79DB5EFB" w14:textId="494BDD26" w:rsidR="006750D6" w:rsidRPr="008E5621" w:rsidRDefault="000221E1" w:rsidP="008342C4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  <w:r w:rsidRPr="000221E1"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  <w:t>Riigitee nr.</w:t>
            </w:r>
            <w:r w:rsidR="00DD6639"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  <w:t xml:space="preserve">32 Jõhvi-Vasknarva </w:t>
            </w:r>
            <w:r w:rsidRPr="000221E1"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  <w:t>tee</w:t>
            </w:r>
          </w:p>
        </w:tc>
      </w:tr>
      <w:tr w:rsidR="008342C4" w:rsidRPr="000B2E35" w14:paraId="208D758F" w14:textId="77777777" w:rsidTr="000221E1">
        <w:trPr>
          <w:trHeight w:val="415"/>
        </w:trPr>
        <w:tc>
          <w:tcPr>
            <w:tcW w:w="3256" w:type="dxa"/>
            <w:vMerge/>
            <w:tcBorders>
              <w:bottom w:val="single" w:sz="4" w:space="0" w:color="000000"/>
            </w:tcBorders>
          </w:tcPr>
          <w:p w14:paraId="4210CE7D" w14:textId="77777777" w:rsidR="008342C4" w:rsidRPr="000B2E35" w:rsidRDefault="008342C4" w:rsidP="008342C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bottom w:val="single" w:sz="4" w:space="0" w:color="auto"/>
            </w:tcBorders>
          </w:tcPr>
          <w:p w14:paraId="69889E5A" w14:textId="5F42AEB5" w:rsidR="000221E1" w:rsidRPr="00281D78" w:rsidRDefault="000221E1" w:rsidP="000221E1">
            <w:pPr>
              <w:rPr>
                <w:rFonts w:ascii="Times New Roman" w:hAnsi="Times New Roman"/>
                <w:lang w:val="et-EE"/>
              </w:rPr>
            </w:pPr>
            <w:r w:rsidRPr="00281D78">
              <w:rPr>
                <w:rFonts w:ascii="Times New Roman" w:hAnsi="Times New Roman"/>
                <w:lang w:val="et-EE"/>
              </w:rPr>
              <w:t>Tunnus:</w:t>
            </w:r>
            <w:r w:rsidR="00DD6639">
              <w:rPr>
                <w:rFonts w:ascii="Times New Roman" w:hAnsi="Times New Roman"/>
                <w:lang w:val="et-EE"/>
              </w:rPr>
              <w:t>12201:002:0295</w:t>
            </w:r>
          </w:p>
          <w:p w14:paraId="392FE1ED" w14:textId="298AF446" w:rsidR="000221E1" w:rsidRPr="00281D78" w:rsidRDefault="000221E1" w:rsidP="000221E1">
            <w:pPr>
              <w:rPr>
                <w:rFonts w:ascii="Times New Roman" w:hAnsi="Times New Roman"/>
                <w:lang w:val="et-EE"/>
              </w:rPr>
            </w:pPr>
            <w:r w:rsidRPr="00281D78">
              <w:rPr>
                <w:rFonts w:ascii="Times New Roman" w:hAnsi="Times New Roman"/>
                <w:lang w:val="et-EE"/>
              </w:rPr>
              <w:t xml:space="preserve">Kinnistu registriosa nr. </w:t>
            </w:r>
            <w:r w:rsidR="00DD6639">
              <w:rPr>
                <w:rFonts w:ascii="Times New Roman" w:hAnsi="Times New Roman"/>
                <w:lang w:val="et-EE"/>
              </w:rPr>
              <w:t>8067450</w:t>
            </w:r>
          </w:p>
          <w:p w14:paraId="7CFB04E8" w14:textId="393F713F" w:rsidR="000221E1" w:rsidRPr="00281D78" w:rsidRDefault="000221E1" w:rsidP="000221E1">
            <w:pPr>
              <w:rPr>
                <w:rFonts w:ascii="Times New Roman" w:hAnsi="Times New Roman"/>
                <w:lang w:val="et-EE"/>
              </w:rPr>
            </w:pPr>
            <w:r w:rsidRPr="00281D78">
              <w:rPr>
                <w:rFonts w:ascii="Times New Roman" w:hAnsi="Times New Roman"/>
                <w:lang w:val="et-EE"/>
              </w:rPr>
              <w:t xml:space="preserve">Lähiaadress: </w:t>
            </w:r>
            <w:r w:rsidR="00DD6639" w:rsidRPr="00DD6639">
              <w:rPr>
                <w:rFonts w:ascii="Times New Roman" w:hAnsi="Times New Roman"/>
                <w:lang w:val="et-EE"/>
              </w:rPr>
              <w:t>32 Jõhvi-Vasknarva tee</w:t>
            </w:r>
          </w:p>
          <w:p w14:paraId="44F820E2" w14:textId="060ECF76" w:rsidR="000221E1" w:rsidRPr="00281D78" w:rsidRDefault="000221E1" w:rsidP="000221E1">
            <w:pPr>
              <w:rPr>
                <w:rFonts w:ascii="Times New Roman" w:hAnsi="Times New Roman"/>
                <w:lang w:val="et-EE"/>
              </w:rPr>
            </w:pPr>
            <w:r w:rsidRPr="00281D78">
              <w:rPr>
                <w:rFonts w:ascii="Times New Roman" w:hAnsi="Times New Roman"/>
                <w:lang w:val="et-EE"/>
              </w:rPr>
              <w:t>Riigi kinnisvara objekti kood: KV</w:t>
            </w:r>
            <w:r w:rsidR="00DD6639">
              <w:rPr>
                <w:rFonts w:ascii="Times New Roman" w:hAnsi="Times New Roman"/>
                <w:lang w:val="et-EE"/>
              </w:rPr>
              <w:t>73176</w:t>
            </w:r>
          </w:p>
          <w:p w14:paraId="4F6C2558" w14:textId="14199FF0" w:rsidR="000221E1" w:rsidRPr="000221E1" w:rsidRDefault="000221E1" w:rsidP="000221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221E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POS 1 elektri maakaabelliini rajamiseks</w:t>
            </w:r>
          </w:p>
          <w:p w14:paraId="4BB915DE" w14:textId="1B7BC596" w:rsidR="008342C4" w:rsidRDefault="000221E1" w:rsidP="000221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221E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Ruumikuju andmed: PARI ID </w:t>
            </w:r>
            <w:r w:rsidR="00DD66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914485</w:t>
            </w:r>
          </w:p>
          <w:p w14:paraId="19CE75E4" w14:textId="1BAFA10F" w:rsidR="001B5544" w:rsidRPr="000B2E35" w:rsidRDefault="00DD6639" w:rsidP="000221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2" w:history="1">
              <w:r w:rsidRPr="00543D13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https://pari.kataster.ee/magic-link/2cfe9954-5562-4800-b770-b94cf340d863</w:t>
              </w:r>
            </w:hyperlink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</w:p>
        </w:tc>
      </w:tr>
      <w:tr w:rsidR="00281D78" w:rsidRPr="000B2E35" w14:paraId="55257300" w14:textId="77777777" w:rsidTr="003D7A88">
        <w:trPr>
          <w:trHeight w:val="453"/>
        </w:trPr>
        <w:tc>
          <w:tcPr>
            <w:tcW w:w="3256" w:type="dxa"/>
            <w:tcBorders>
              <w:top w:val="single" w:sz="4" w:space="0" w:color="auto"/>
              <w:bottom w:val="single" w:sz="4" w:space="0" w:color="000000"/>
            </w:tcBorders>
          </w:tcPr>
          <w:p w14:paraId="0AAF0299" w14:textId="5A80350A" w:rsidR="00281D78" w:rsidRDefault="00281D78" w:rsidP="00A55FA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281D78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485E3B73" w14:textId="77777777" w:rsidR="00281D78" w:rsidRPr="00281D78" w:rsidRDefault="00281D78" w:rsidP="00281D78">
            <w:pPr>
              <w:rPr>
                <w:rFonts w:ascii="Times New Roman" w:hAnsi="Times New Roman"/>
                <w:bCs/>
                <w:lang w:val="et-EE"/>
              </w:rPr>
            </w:pPr>
          </w:p>
          <w:p w14:paraId="7703501D" w14:textId="621B7674" w:rsidR="00281D78" w:rsidRDefault="00281D78" w:rsidP="00281D78">
            <w:pPr>
              <w:rPr>
                <w:rFonts w:ascii="Times New Roman" w:hAnsi="Times New Roman"/>
                <w:bCs/>
                <w:lang w:val="et-EE"/>
              </w:rPr>
            </w:pPr>
            <w:r w:rsidRPr="00281D78">
              <w:rPr>
                <w:rFonts w:ascii="Times New Roman" w:hAnsi="Times New Roman"/>
                <w:bCs/>
                <w:lang w:val="et-EE"/>
              </w:rPr>
              <w:t>Elektrilevi OÜ</w:t>
            </w:r>
          </w:p>
        </w:tc>
      </w:tr>
      <w:tr w:rsidR="00A55FA1" w:rsidRPr="000B2E35" w14:paraId="3957A1EC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D2C2F" w14:textId="77777777" w:rsidR="00A55FA1" w:rsidRPr="000B2E35" w:rsidRDefault="00A55FA1" w:rsidP="00A55FA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24BC46" w14:textId="086A1695" w:rsidR="00A55FA1" w:rsidRPr="000B2E35" w:rsidRDefault="00A55FA1" w:rsidP="00A55FA1">
            <w:pPr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F935D6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</w:t>
            </w:r>
            <w:r w:rsidR="00CD01D2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</w:tbl>
    <w:bookmarkEnd w:id="0"/>
    <w:p w14:paraId="7E312A4E" w14:textId="302A5A15" w:rsidR="00077D32" w:rsidRDefault="000B2E35" w:rsidP="00856214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0B2E35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  <w:r w:rsidR="00856214">
        <w:rPr>
          <w:rFonts w:ascii="Times New Roman" w:eastAsia="Calibri" w:hAnsi="Times New Roman"/>
          <w:sz w:val="22"/>
          <w:szCs w:val="22"/>
          <w:lang w:val="et-EE"/>
        </w:rPr>
        <w:t xml:space="preserve">   </w:t>
      </w:r>
      <w:r w:rsidR="00C47436">
        <w:rPr>
          <w:rFonts w:ascii="Times New Roman" w:eastAsia="Calibri" w:hAnsi="Times New Roman"/>
          <w:sz w:val="22"/>
          <w:szCs w:val="22"/>
          <w:lang w:val="et-EE"/>
        </w:rPr>
        <w:t>/allkirjastatud digitaalselt/</w:t>
      </w:r>
    </w:p>
    <w:p w14:paraId="08507EBD" w14:textId="32CE2FD3" w:rsidR="00856214" w:rsidRPr="00742C52" w:rsidRDefault="00856214" w:rsidP="00856214">
      <w:pPr>
        <w:spacing w:after="200"/>
        <w:jc w:val="both"/>
        <w:rPr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maaõiguse vanemspetsialist</w:t>
      </w:r>
    </w:p>
    <w:sectPr w:rsidR="00856214" w:rsidRPr="00742C52" w:rsidSect="00466325">
      <w:headerReference w:type="first" r:id="rId13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33B95" w14:textId="77777777" w:rsidR="009A1343" w:rsidRDefault="009A1343">
      <w:r>
        <w:separator/>
      </w:r>
    </w:p>
  </w:endnote>
  <w:endnote w:type="continuationSeparator" w:id="0">
    <w:p w14:paraId="102474E7" w14:textId="77777777" w:rsidR="009A1343" w:rsidRDefault="009A1343">
      <w:r>
        <w:continuationSeparator/>
      </w:r>
    </w:p>
  </w:endnote>
  <w:endnote w:type="continuationNotice" w:id="1">
    <w:p w14:paraId="2655B5AE" w14:textId="77777777" w:rsidR="009A1343" w:rsidRDefault="009A13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6B0A3" w14:textId="77777777" w:rsidR="009A1343" w:rsidRDefault="009A1343">
      <w:r>
        <w:separator/>
      </w:r>
    </w:p>
  </w:footnote>
  <w:footnote w:type="continuationSeparator" w:id="0">
    <w:p w14:paraId="220059C0" w14:textId="77777777" w:rsidR="009A1343" w:rsidRDefault="009A1343">
      <w:r>
        <w:continuationSeparator/>
      </w:r>
    </w:p>
  </w:footnote>
  <w:footnote w:type="continuationNotice" w:id="1">
    <w:p w14:paraId="7D144D5C" w14:textId="77777777" w:rsidR="009A1343" w:rsidRDefault="009A13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32631"/>
    <w:multiLevelType w:val="hybridMultilevel"/>
    <w:tmpl w:val="7E1A26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2B5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" w15:restartNumberingAfterBreak="0">
    <w:nsid w:val="1B53799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73D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758B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47D6B"/>
    <w:multiLevelType w:val="multilevel"/>
    <w:tmpl w:val="B0AC41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7" w15:restartNumberingAfterBreak="0">
    <w:nsid w:val="3D093A60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8" w15:restartNumberingAfterBreak="0">
    <w:nsid w:val="454534C9"/>
    <w:multiLevelType w:val="hybridMultilevel"/>
    <w:tmpl w:val="3BDE43D6"/>
    <w:lvl w:ilvl="0" w:tplc="0425000F">
      <w:start w:val="1"/>
      <w:numFmt w:val="decimal"/>
      <w:lvlText w:val="%1."/>
      <w:lvlJc w:val="left"/>
      <w:pPr>
        <w:ind w:left="502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659E9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0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CC677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D1B79"/>
    <w:multiLevelType w:val="multilevel"/>
    <w:tmpl w:val="5890E4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13" w15:restartNumberingAfterBreak="0">
    <w:nsid w:val="5FE1143C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4" w15:restartNumberingAfterBreak="0">
    <w:nsid w:val="60696A6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10657"/>
    <w:multiLevelType w:val="multilevel"/>
    <w:tmpl w:val="E0E0AE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29C3AB3"/>
    <w:multiLevelType w:val="multilevel"/>
    <w:tmpl w:val="495A9A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7" w15:restartNumberingAfterBreak="0">
    <w:nsid w:val="629D7D9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C2000"/>
    <w:multiLevelType w:val="multilevel"/>
    <w:tmpl w:val="9E34DB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D035E7E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0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C3C61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2" w15:restartNumberingAfterBreak="0">
    <w:nsid w:val="79D41B0B"/>
    <w:multiLevelType w:val="multilevel"/>
    <w:tmpl w:val="5630E2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num w:numId="1" w16cid:durableId="1853059836">
    <w:abstractNumId w:val="10"/>
  </w:num>
  <w:num w:numId="2" w16cid:durableId="1539471610">
    <w:abstractNumId w:val="10"/>
  </w:num>
  <w:num w:numId="3" w16cid:durableId="1211846081">
    <w:abstractNumId w:val="10"/>
  </w:num>
  <w:num w:numId="4" w16cid:durableId="274946052">
    <w:abstractNumId w:val="10"/>
  </w:num>
  <w:num w:numId="5" w16cid:durableId="656153406">
    <w:abstractNumId w:val="10"/>
  </w:num>
  <w:num w:numId="6" w16cid:durableId="11607285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3"/>
  </w:num>
  <w:num w:numId="8" w16cid:durableId="705328597">
    <w:abstractNumId w:val="8"/>
  </w:num>
  <w:num w:numId="9" w16cid:durableId="1474911736">
    <w:abstractNumId w:val="8"/>
  </w:num>
  <w:num w:numId="10" w16cid:durableId="739207277">
    <w:abstractNumId w:val="2"/>
  </w:num>
  <w:num w:numId="11" w16cid:durableId="2106614588">
    <w:abstractNumId w:val="14"/>
  </w:num>
  <w:num w:numId="12" w16cid:durableId="794061551">
    <w:abstractNumId w:val="4"/>
  </w:num>
  <w:num w:numId="13" w16cid:durableId="1783837735">
    <w:abstractNumId w:val="5"/>
  </w:num>
  <w:num w:numId="14" w16cid:durableId="620768946">
    <w:abstractNumId w:val="11"/>
  </w:num>
  <w:num w:numId="15" w16cid:durableId="499539151">
    <w:abstractNumId w:val="17"/>
  </w:num>
  <w:num w:numId="16" w16cid:durableId="2039315259">
    <w:abstractNumId w:val="13"/>
  </w:num>
  <w:num w:numId="17" w16cid:durableId="1694267086">
    <w:abstractNumId w:val="1"/>
  </w:num>
  <w:num w:numId="18" w16cid:durableId="1146514459">
    <w:abstractNumId w:val="12"/>
  </w:num>
  <w:num w:numId="19" w16cid:durableId="475418451">
    <w:abstractNumId w:val="15"/>
  </w:num>
  <w:num w:numId="20" w16cid:durableId="1295208846">
    <w:abstractNumId w:val="0"/>
  </w:num>
  <w:num w:numId="21" w16cid:durableId="917642241">
    <w:abstractNumId w:val="7"/>
  </w:num>
  <w:num w:numId="22" w16cid:durableId="1481069265">
    <w:abstractNumId w:val="19"/>
  </w:num>
  <w:num w:numId="23" w16cid:durableId="456529935">
    <w:abstractNumId w:val="9"/>
  </w:num>
  <w:num w:numId="24" w16cid:durableId="617299870">
    <w:abstractNumId w:val="21"/>
  </w:num>
  <w:num w:numId="25" w16cid:durableId="285697969">
    <w:abstractNumId w:val="16"/>
  </w:num>
  <w:num w:numId="26" w16cid:durableId="1667780873">
    <w:abstractNumId w:val="18"/>
  </w:num>
  <w:num w:numId="27" w16cid:durableId="1163743337">
    <w:abstractNumId w:val="22"/>
  </w:num>
  <w:num w:numId="28" w16cid:durableId="1235244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1635"/>
    <w:rsid w:val="00002B81"/>
    <w:rsid w:val="000158FD"/>
    <w:rsid w:val="0002204A"/>
    <w:rsid w:val="000221E1"/>
    <w:rsid w:val="00036EF5"/>
    <w:rsid w:val="000434F9"/>
    <w:rsid w:val="00054364"/>
    <w:rsid w:val="00057A8D"/>
    <w:rsid w:val="00077D32"/>
    <w:rsid w:val="000903E8"/>
    <w:rsid w:val="000908E8"/>
    <w:rsid w:val="00090E0A"/>
    <w:rsid w:val="00091FCB"/>
    <w:rsid w:val="000943C7"/>
    <w:rsid w:val="000B2E35"/>
    <w:rsid w:val="000B3CE2"/>
    <w:rsid w:val="000B417F"/>
    <w:rsid w:val="000B4850"/>
    <w:rsid w:val="000C1473"/>
    <w:rsid w:val="000D61F2"/>
    <w:rsid w:val="00131D0A"/>
    <w:rsid w:val="001408A9"/>
    <w:rsid w:val="00143561"/>
    <w:rsid w:val="001469FB"/>
    <w:rsid w:val="00146F8F"/>
    <w:rsid w:val="00154E76"/>
    <w:rsid w:val="00156A2F"/>
    <w:rsid w:val="00157B57"/>
    <w:rsid w:val="00161456"/>
    <w:rsid w:val="001618AE"/>
    <w:rsid w:val="00164FC2"/>
    <w:rsid w:val="0017684B"/>
    <w:rsid w:val="00181F8E"/>
    <w:rsid w:val="001918BD"/>
    <w:rsid w:val="0019253D"/>
    <w:rsid w:val="0019264A"/>
    <w:rsid w:val="001A0518"/>
    <w:rsid w:val="001A0C3A"/>
    <w:rsid w:val="001B1A3D"/>
    <w:rsid w:val="001B4370"/>
    <w:rsid w:val="001B5544"/>
    <w:rsid w:val="001D33E8"/>
    <w:rsid w:val="001E324A"/>
    <w:rsid w:val="001F4CFC"/>
    <w:rsid w:val="00203367"/>
    <w:rsid w:val="00204605"/>
    <w:rsid w:val="00211D2D"/>
    <w:rsid w:val="00215382"/>
    <w:rsid w:val="0022522F"/>
    <w:rsid w:val="002327D2"/>
    <w:rsid w:val="00234B45"/>
    <w:rsid w:val="002413D3"/>
    <w:rsid w:val="00246610"/>
    <w:rsid w:val="002474AF"/>
    <w:rsid w:val="00250951"/>
    <w:rsid w:val="00251F87"/>
    <w:rsid w:val="002569F2"/>
    <w:rsid w:val="002701D0"/>
    <w:rsid w:val="002726A3"/>
    <w:rsid w:val="00273FA4"/>
    <w:rsid w:val="00281D78"/>
    <w:rsid w:val="002A798D"/>
    <w:rsid w:val="002C078B"/>
    <w:rsid w:val="002D2C76"/>
    <w:rsid w:val="002D4753"/>
    <w:rsid w:val="002D4D27"/>
    <w:rsid w:val="002E0EF7"/>
    <w:rsid w:val="002F0D95"/>
    <w:rsid w:val="0031032B"/>
    <w:rsid w:val="0033388C"/>
    <w:rsid w:val="00335CBC"/>
    <w:rsid w:val="00345EB5"/>
    <w:rsid w:val="003551E2"/>
    <w:rsid w:val="00357C22"/>
    <w:rsid w:val="00377521"/>
    <w:rsid w:val="00381DCD"/>
    <w:rsid w:val="00382D66"/>
    <w:rsid w:val="00387055"/>
    <w:rsid w:val="003963F7"/>
    <w:rsid w:val="003A05DB"/>
    <w:rsid w:val="003A0ECE"/>
    <w:rsid w:val="003A0F86"/>
    <w:rsid w:val="003A56B9"/>
    <w:rsid w:val="003B0D86"/>
    <w:rsid w:val="003C3108"/>
    <w:rsid w:val="003D0A93"/>
    <w:rsid w:val="003D1574"/>
    <w:rsid w:val="003D57ED"/>
    <w:rsid w:val="003D7A88"/>
    <w:rsid w:val="003F5996"/>
    <w:rsid w:val="00415AB6"/>
    <w:rsid w:val="00442D2B"/>
    <w:rsid w:val="004455FC"/>
    <w:rsid w:val="00446DCB"/>
    <w:rsid w:val="00451646"/>
    <w:rsid w:val="00454AD8"/>
    <w:rsid w:val="0046391E"/>
    <w:rsid w:val="00466325"/>
    <w:rsid w:val="00470107"/>
    <w:rsid w:val="00482DEA"/>
    <w:rsid w:val="00483EDD"/>
    <w:rsid w:val="004851DA"/>
    <w:rsid w:val="00491AD7"/>
    <w:rsid w:val="004C0606"/>
    <w:rsid w:val="004D1D70"/>
    <w:rsid w:val="004E4332"/>
    <w:rsid w:val="004E6DF0"/>
    <w:rsid w:val="004F36E7"/>
    <w:rsid w:val="004F75DF"/>
    <w:rsid w:val="005015D7"/>
    <w:rsid w:val="005018ED"/>
    <w:rsid w:val="0050379B"/>
    <w:rsid w:val="00516ACD"/>
    <w:rsid w:val="00526B22"/>
    <w:rsid w:val="00527A8C"/>
    <w:rsid w:val="00532D2F"/>
    <w:rsid w:val="00534CB0"/>
    <w:rsid w:val="00546000"/>
    <w:rsid w:val="00556D7B"/>
    <w:rsid w:val="005572A4"/>
    <w:rsid w:val="00557995"/>
    <w:rsid w:val="005609D0"/>
    <w:rsid w:val="00567C35"/>
    <w:rsid w:val="00582590"/>
    <w:rsid w:val="00591376"/>
    <w:rsid w:val="005A217D"/>
    <w:rsid w:val="005A42CF"/>
    <w:rsid w:val="005A75B8"/>
    <w:rsid w:val="005B47F4"/>
    <w:rsid w:val="005C24D9"/>
    <w:rsid w:val="005D4F2A"/>
    <w:rsid w:val="005E2103"/>
    <w:rsid w:val="005F3156"/>
    <w:rsid w:val="005F4CAF"/>
    <w:rsid w:val="00605B27"/>
    <w:rsid w:val="00625192"/>
    <w:rsid w:val="00627953"/>
    <w:rsid w:val="00640C8E"/>
    <w:rsid w:val="006466E4"/>
    <w:rsid w:val="0065777C"/>
    <w:rsid w:val="00660072"/>
    <w:rsid w:val="006736DE"/>
    <w:rsid w:val="00674CE7"/>
    <w:rsid w:val="006750D6"/>
    <w:rsid w:val="00690323"/>
    <w:rsid w:val="00694594"/>
    <w:rsid w:val="006B28B7"/>
    <w:rsid w:val="006C22B1"/>
    <w:rsid w:val="006C4838"/>
    <w:rsid w:val="006D3B8A"/>
    <w:rsid w:val="006E4811"/>
    <w:rsid w:val="006F34A3"/>
    <w:rsid w:val="006F595A"/>
    <w:rsid w:val="00703BCB"/>
    <w:rsid w:val="00717C6F"/>
    <w:rsid w:val="00726860"/>
    <w:rsid w:val="00731525"/>
    <w:rsid w:val="00735051"/>
    <w:rsid w:val="00736E11"/>
    <w:rsid w:val="00742C52"/>
    <w:rsid w:val="0074688B"/>
    <w:rsid w:val="00747FFE"/>
    <w:rsid w:val="00757A9F"/>
    <w:rsid w:val="0077377F"/>
    <w:rsid w:val="00782A52"/>
    <w:rsid w:val="0078503D"/>
    <w:rsid w:val="00785BC4"/>
    <w:rsid w:val="007870BE"/>
    <w:rsid w:val="00794371"/>
    <w:rsid w:val="00797B52"/>
    <w:rsid w:val="007A21F0"/>
    <w:rsid w:val="007A5E5F"/>
    <w:rsid w:val="007D4619"/>
    <w:rsid w:val="007D5377"/>
    <w:rsid w:val="007E637D"/>
    <w:rsid w:val="007F387E"/>
    <w:rsid w:val="007F5C01"/>
    <w:rsid w:val="00806109"/>
    <w:rsid w:val="00814ED5"/>
    <w:rsid w:val="00821DE6"/>
    <w:rsid w:val="008250FC"/>
    <w:rsid w:val="0082604D"/>
    <w:rsid w:val="008342C4"/>
    <w:rsid w:val="008514A3"/>
    <w:rsid w:val="00856214"/>
    <w:rsid w:val="0086202A"/>
    <w:rsid w:val="00867D35"/>
    <w:rsid w:val="0087462B"/>
    <w:rsid w:val="0087587A"/>
    <w:rsid w:val="00887289"/>
    <w:rsid w:val="00897B9A"/>
    <w:rsid w:val="008A4D13"/>
    <w:rsid w:val="008A7EC0"/>
    <w:rsid w:val="008E5621"/>
    <w:rsid w:val="008E65B3"/>
    <w:rsid w:val="008F2A05"/>
    <w:rsid w:val="008F713B"/>
    <w:rsid w:val="0090074C"/>
    <w:rsid w:val="00906381"/>
    <w:rsid w:val="00907E24"/>
    <w:rsid w:val="00917EC2"/>
    <w:rsid w:val="0092028B"/>
    <w:rsid w:val="00921889"/>
    <w:rsid w:val="0092585A"/>
    <w:rsid w:val="00930BE5"/>
    <w:rsid w:val="00940144"/>
    <w:rsid w:val="009612E0"/>
    <w:rsid w:val="00962202"/>
    <w:rsid w:val="00973871"/>
    <w:rsid w:val="0098160F"/>
    <w:rsid w:val="00982A44"/>
    <w:rsid w:val="00982BF4"/>
    <w:rsid w:val="00995F05"/>
    <w:rsid w:val="009A1343"/>
    <w:rsid w:val="009A1B72"/>
    <w:rsid w:val="009D38F3"/>
    <w:rsid w:val="009D42CB"/>
    <w:rsid w:val="009D56A4"/>
    <w:rsid w:val="009D7D3A"/>
    <w:rsid w:val="009E181A"/>
    <w:rsid w:val="009E3E5E"/>
    <w:rsid w:val="009E7E2A"/>
    <w:rsid w:val="009F069B"/>
    <w:rsid w:val="00A250BE"/>
    <w:rsid w:val="00A27416"/>
    <w:rsid w:val="00A33A60"/>
    <w:rsid w:val="00A43A3D"/>
    <w:rsid w:val="00A45F32"/>
    <w:rsid w:val="00A55FA1"/>
    <w:rsid w:val="00A65739"/>
    <w:rsid w:val="00A76CAD"/>
    <w:rsid w:val="00A832DA"/>
    <w:rsid w:val="00A93E8E"/>
    <w:rsid w:val="00AA72EC"/>
    <w:rsid w:val="00AC27AD"/>
    <w:rsid w:val="00AC559F"/>
    <w:rsid w:val="00AC78B3"/>
    <w:rsid w:val="00AD0AB0"/>
    <w:rsid w:val="00AE1639"/>
    <w:rsid w:val="00B060FD"/>
    <w:rsid w:val="00B33174"/>
    <w:rsid w:val="00B33B98"/>
    <w:rsid w:val="00B404DB"/>
    <w:rsid w:val="00B521C3"/>
    <w:rsid w:val="00B80D7A"/>
    <w:rsid w:val="00B84A96"/>
    <w:rsid w:val="00B97B77"/>
    <w:rsid w:val="00BA17B3"/>
    <w:rsid w:val="00BC2385"/>
    <w:rsid w:val="00BC2734"/>
    <w:rsid w:val="00BC62D7"/>
    <w:rsid w:val="00BF064F"/>
    <w:rsid w:val="00BF0E4C"/>
    <w:rsid w:val="00C0020C"/>
    <w:rsid w:val="00C04347"/>
    <w:rsid w:val="00C072BE"/>
    <w:rsid w:val="00C34030"/>
    <w:rsid w:val="00C3548C"/>
    <w:rsid w:val="00C40448"/>
    <w:rsid w:val="00C4140E"/>
    <w:rsid w:val="00C47436"/>
    <w:rsid w:val="00C4762C"/>
    <w:rsid w:val="00C50A9A"/>
    <w:rsid w:val="00C53640"/>
    <w:rsid w:val="00C61CE8"/>
    <w:rsid w:val="00C84B10"/>
    <w:rsid w:val="00C86912"/>
    <w:rsid w:val="00C95ABD"/>
    <w:rsid w:val="00C966E8"/>
    <w:rsid w:val="00CB31D7"/>
    <w:rsid w:val="00CB41F4"/>
    <w:rsid w:val="00CC5443"/>
    <w:rsid w:val="00CC6F3F"/>
    <w:rsid w:val="00CD01D2"/>
    <w:rsid w:val="00CE24E4"/>
    <w:rsid w:val="00CE5616"/>
    <w:rsid w:val="00D00972"/>
    <w:rsid w:val="00D24041"/>
    <w:rsid w:val="00D25D80"/>
    <w:rsid w:val="00D266EA"/>
    <w:rsid w:val="00D31BD2"/>
    <w:rsid w:val="00D4458D"/>
    <w:rsid w:val="00D453AE"/>
    <w:rsid w:val="00D77414"/>
    <w:rsid w:val="00D85382"/>
    <w:rsid w:val="00D94E00"/>
    <w:rsid w:val="00DA1B61"/>
    <w:rsid w:val="00DA6781"/>
    <w:rsid w:val="00DB17D9"/>
    <w:rsid w:val="00DC2830"/>
    <w:rsid w:val="00DC3F67"/>
    <w:rsid w:val="00DC5DE5"/>
    <w:rsid w:val="00DD3288"/>
    <w:rsid w:val="00DD6639"/>
    <w:rsid w:val="00DF19FF"/>
    <w:rsid w:val="00DF467B"/>
    <w:rsid w:val="00E11073"/>
    <w:rsid w:val="00E27A09"/>
    <w:rsid w:val="00E361F7"/>
    <w:rsid w:val="00E366A1"/>
    <w:rsid w:val="00E47970"/>
    <w:rsid w:val="00E6200E"/>
    <w:rsid w:val="00E73B2A"/>
    <w:rsid w:val="00E7749F"/>
    <w:rsid w:val="00E96BDB"/>
    <w:rsid w:val="00EB2582"/>
    <w:rsid w:val="00EB79F8"/>
    <w:rsid w:val="00EC1493"/>
    <w:rsid w:val="00EC15EB"/>
    <w:rsid w:val="00ED092D"/>
    <w:rsid w:val="00ED26F8"/>
    <w:rsid w:val="00EE4360"/>
    <w:rsid w:val="00EE47F0"/>
    <w:rsid w:val="00EE4B09"/>
    <w:rsid w:val="00EF1105"/>
    <w:rsid w:val="00EF13AC"/>
    <w:rsid w:val="00EF7F44"/>
    <w:rsid w:val="00F00DCB"/>
    <w:rsid w:val="00F227AD"/>
    <w:rsid w:val="00F35DA6"/>
    <w:rsid w:val="00F4342F"/>
    <w:rsid w:val="00F50474"/>
    <w:rsid w:val="00F57588"/>
    <w:rsid w:val="00F669DE"/>
    <w:rsid w:val="00F67A7C"/>
    <w:rsid w:val="00F75059"/>
    <w:rsid w:val="00F82092"/>
    <w:rsid w:val="00F87519"/>
    <w:rsid w:val="00F935D6"/>
    <w:rsid w:val="00F94DB4"/>
    <w:rsid w:val="00F94E63"/>
    <w:rsid w:val="00F97BD8"/>
    <w:rsid w:val="00FA588A"/>
    <w:rsid w:val="00FA6F52"/>
    <w:rsid w:val="00FC232A"/>
    <w:rsid w:val="00FC5EF7"/>
    <w:rsid w:val="00FE6E29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  <w:style w:type="character" w:styleId="Strong">
    <w:name w:val="Strong"/>
    <w:basedOn w:val="DefaultParagraphFont"/>
    <w:uiPriority w:val="22"/>
    <w:qFormat/>
    <w:rsid w:val="008F71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2cfe9954-5562-4800-b770-b94cf340d863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lvi.mannama@elektrilevi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maantee@transpordi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Props1.xml><?xml version="1.0" encoding="utf-8"?>
<ds:datastoreItem xmlns:ds="http://schemas.openxmlformats.org/officeDocument/2006/customXml" ds:itemID="{254E1A27-60B9-46ED-841E-57D1D5C4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FFADA1-DE22-451B-B261-D3110FC49290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4</TotalTime>
  <Pages>1</Pages>
  <Words>256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1742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2021-06-04T12:19:00Z</cp:lastPrinted>
  <dcterms:created xsi:type="dcterms:W3CDTF">2025-08-29T08:27:00Z</dcterms:created>
  <dcterms:modified xsi:type="dcterms:W3CDTF">2025-08-29T08:27:00Z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